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                                                                     Вносится главой администрации</w:t>
      </w: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ВЕРХНИЙ ПРЕДЕЛ МУНИЦИПАЛЬНОГО ДОЛГА</w:t>
      </w: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Администрации Светлополянского сельсовета</w:t>
      </w: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Болотнинского района Новосибирской области</w:t>
      </w: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F704F" w:rsidRDefault="003F704F" w:rsidP="00EF58EC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3F704F" w:rsidRDefault="003F704F" w:rsidP="00EF58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Верхний предел муниципального долга Светлополянского сельсовета на 01 января 2011 года устанавливается в размере 382,3 тыс.руб.</w:t>
      </w:r>
    </w:p>
    <w:p w:rsidR="003F704F" w:rsidRDefault="003F704F" w:rsidP="00EF58E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Предельный объем расходов бюджета поселения на обслуживание муниципального долга в 2010 году не должен превышать 1166,7 тыс.руб.</w:t>
      </w:r>
    </w:p>
    <w:p w:rsidR="003F704F" w:rsidRDefault="003F704F" w:rsidP="00EF58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704F" w:rsidRDefault="003F704F" w:rsidP="00EF58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704F" w:rsidRDefault="003F704F" w:rsidP="00EF58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F704F" w:rsidRDefault="003F704F" w:rsidP="00EF58E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3F704F" w:rsidSect="004002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58EC"/>
    <w:rsid w:val="00162E42"/>
    <w:rsid w:val="003A23BC"/>
    <w:rsid w:val="003C4048"/>
    <w:rsid w:val="003F704F"/>
    <w:rsid w:val="00400231"/>
    <w:rsid w:val="00571727"/>
    <w:rsid w:val="006A38F7"/>
    <w:rsid w:val="006C6D11"/>
    <w:rsid w:val="00706350"/>
    <w:rsid w:val="00776FFB"/>
    <w:rsid w:val="007E2861"/>
    <w:rsid w:val="0082529A"/>
    <w:rsid w:val="00831184"/>
    <w:rsid w:val="00A9651B"/>
    <w:rsid w:val="00AE02E0"/>
    <w:rsid w:val="00B42412"/>
    <w:rsid w:val="00B96C57"/>
    <w:rsid w:val="00BB3F58"/>
    <w:rsid w:val="00E20959"/>
    <w:rsid w:val="00EF58EC"/>
    <w:rsid w:val="00F54311"/>
    <w:rsid w:val="00FF5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023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EF58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F58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</TotalTime>
  <Pages>1</Pages>
  <Words>74</Words>
  <Characters>428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М.О.</cp:lastModifiedBy>
  <cp:revision>11</cp:revision>
  <cp:lastPrinted>2009-12-09T06:32:00Z</cp:lastPrinted>
  <dcterms:created xsi:type="dcterms:W3CDTF">2009-11-24T06:01:00Z</dcterms:created>
  <dcterms:modified xsi:type="dcterms:W3CDTF">2009-12-10T06:47:00Z</dcterms:modified>
</cp:coreProperties>
</file>